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C853" w14:textId="77777777" w:rsidR="004B07CE" w:rsidRPr="00AB52DE" w:rsidRDefault="004B07CE" w:rsidP="004B07CE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AB52DE">
        <w:rPr>
          <w:rFonts w:ascii="Corbel" w:hAnsi="Corbel"/>
          <w:bCs/>
          <w:i/>
        </w:rPr>
        <w:t>Załącznik nr 1.5 do Zarządzenia Rektora UR nr 12/2019</w:t>
      </w:r>
    </w:p>
    <w:p w14:paraId="3377EAA6" w14:textId="77777777" w:rsidR="00AB52DE" w:rsidRDefault="00AB52DE" w:rsidP="00AB52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0BF5CEF" w14:textId="77777777" w:rsidR="00980BF5" w:rsidRDefault="00980BF5" w:rsidP="00980BF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85D0235" w14:textId="77777777" w:rsidR="00980BF5" w:rsidRDefault="00980BF5" w:rsidP="00980BF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632A8CBC" w14:textId="77777777" w:rsidR="00980BF5" w:rsidRDefault="00980BF5" w:rsidP="00980BF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265EE32" w14:textId="77777777" w:rsidR="00980BF5" w:rsidRDefault="00980BF5" w:rsidP="00980BF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2022/2023</w:t>
      </w:r>
    </w:p>
    <w:p w14:paraId="5A9BE852" w14:textId="77777777" w:rsidR="00AB52DE" w:rsidRPr="00AB52DE" w:rsidRDefault="00AB52DE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A2C7AEA" w14:textId="77777777" w:rsidR="0085747A" w:rsidRPr="00AB52DE" w:rsidRDefault="0085747A" w:rsidP="00AB52DE">
      <w:pPr>
        <w:pStyle w:val="Punktygwne"/>
        <w:numPr>
          <w:ilvl w:val="0"/>
          <w:numId w:val="12"/>
        </w:numPr>
        <w:spacing w:before="0" w:after="0"/>
        <w:rPr>
          <w:rFonts w:ascii="Corbel" w:hAnsi="Corbel"/>
          <w:color w:val="0070C0"/>
          <w:szCs w:val="24"/>
        </w:rPr>
      </w:pPr>
      <w:r w:rsidRPr="00AB52DE">
        <w:rPr>
          <w:rFonts w:ascii="Corbel" w:hAnsi="Corbel"/>
          <w:szCs w:val="24"/>
        </w:rPr>
        <w:t xml:space="preserve">Podstawowe </w:t>
      </w:r>
      <w:r w:rsidR="00445970" w:rsidRPr="00AB52D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B52DE" w14:paraId="3FA4071C" w14:textId="77777777" w:rsidTr="00AB52DE">
        <w:tc>
          <w:tcPr>
            <w:tcW w:w="2694" w:type="dxa"/>
            <w:vAlign w:val="center"/>
          </w:tcPr>
          <w:p w14:paraId="077436C8" w14:textId="77777777" w:rsidR="0085747A" w:rsidRPr="00AB52DE" w:rsidRDefault="00C05F44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664CFC" w14:textId="77777777" w:rsidR="0085747A" w:rsidRPr="00AB52DE" w:rsidRDefault="00593F72" w:rsidP="00AB52DE">
            <w:pPr>
              <w:pStyle w:val="Odpowiedzi"/>
              <w:spacing w:after="0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Zamówienia publiczne. Wybrane zagadnienia prawne</w:t>
            </w:r>
          </w:p>
        </w:tc>
      </w:tr>
      <w:tr w:rsidR="0085747A" w:rsidRPr="00AB52DE" w14:paraId="2CCA7A7B" w14:textId="77777777" w:rsidTr="00AB52DE">
        <w:tc>
          <w:tcPr>
            <w:tcW w:w="2694" w:type="dxa"/>
            <w:vAlign w:val="center"/>
          </w:tcPr>
          <w:p w14:paraId="12B1936B" w14:textId="77777777" w:rsidR="0085747A" w:rsidRPr="00AB52DE" w:rsidRDefault="00C05F44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Kod przedmiotu</w:t>
            </w:r>
            <w:r w:rsidR="0085747A" w:rsidRPr="00AB52DE">
              <w:rPr>
                <w:rFonts w:ascii="Corbel" w:hAnsi="Corbel"/>
                <w:sz w:val="22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7125F8" w14:textId="77777777" w:rsidR="0085747A" w:rsidRPr="00AB52DE" w:rsidRDefault="00593F72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PRP38</w:t>
            </w:r>
          </w:p>
        </w:tc>
      </w:tr>
      <w:tr w:rsidR="00AB52DE" w:rsidRPr="00AB52DE" w14:paraId="6A886B58" w14:textId="77777777" w:rsidTr="00AB52DE">
        <w:tc>
          <w:tcPr>
            <w:tcW w:w="2694" w:type="dxa"/>
            <w:vAlign w:val="center"/>
          </w:tcPr>
          <w:p w14:paraId="6EC97CEC" w14:textId="77777777" w:rsidR="00AB52DE" w:rsidRPr="00AB52DE" w:rsidRDefault="00AB52DE" w:rsidP="00AB52DE">
            <w:pPr>
              <w:pStyle w:val="Pytania"/>
              <w:spacing w:after="0" w:line="240" w:lineRule="exact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42CA6B6F" w14:textId="77777777" w:rsidR="00AB52DE" w:rsidRPr="00AB52DE" w:rsidRDefault="00AB52DE" w:rsidP="00AB52DE">
            <w:pPr>
              <w:spacing w:after="0"/>
              <w:rPr>
                <w:rFonts w:ascii="Corbel" w:hAnsi="Corbel"/>
              </w:rPr>
            </w:pPr>
            <w:r w:rsidRPr="00AB52DE">
              <w:rPr>
                <w:rFonts w:ascii="Corbel" w:hAnsi="Corbel"/>
              </w:rPr>
              <w:t>Kolegium Nauk Społecznych</w:t>
            </w:r>
          </w:p>
        </w:tc>
      </w:tr>
      <w:tr w:rsidR="00AB52DE" w:rsidRPr="00AB52DE" w14:paraId="56117F38" w14:textId="77777777" w:rsidTr="00AB52DE">
        <w:tc>
          <w:tcPr>
            <w:tcW w:w="2694" w:type="dxa"/>
            <w:vAlign w:val="center"/>
          </w:tcPr>
          <w:p w14:paraId="0E8B1000" w14:textId="77777777" w:rsidR="00AB52DE" w:rsidRPr="00AB52DE" w:rsidRDefault="00AB52DE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07F17B3D" w14:textId="77777777" w:rsidR="00AB52DE" w:rsidRPr="00AB52DE" w:rsidRDefault="00AB52DE" w:rsidP="00AB52DE">
            <w:pPr>
              <w:spacing w:after="0"/>
              <w:rPr>
                <w:rFonts w:ascii="Corbel" w:hAnsi="Corbel"/>
              </w:rPr>
            </w:pPr>
            <w:r w:rsidRPr="00AB52DE">
              <w:rPr>
                <w:rFonts w:ascii="Corbel" w:hAnsi="Corbel"/>
              </w:rPr>
              <w:t>Kolegium Nauk Społecznych</w:t>
            </w:r>
          </w:p>
        </w:tc>
      </w:tr>
      <w:tr w:rsidR="0085747A" w:rsidRPr="00AB52DE" w14:paraId="0B8A30DD" w14:textId="77777777" w:rsidTr="00AB52DE">
        <w:tc>
          <w:tcPr>
            <w:tcW w:w="2694" w:type="dxa"/>
            <w:vAlign w:val="center"/>
          </w:tcPr>
          <w:p w14:paraId="784A59B0" w14:textId="77777777"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5FA6AD" w14:textId="77777777"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Prawo</w:t>
            </w:r>
          </w:p>
        </w:tc>
      </w:tr>
      <w:tr w:rsidR="0085747A" w:rsidRPr="00AB52DE" w14:paraId="152EEF48" w14:textId="77777777" w:rsidTr="00AB52DE">
        <w:tc>
          <w:tcPr>
            <w:tcW w:w="2694" w:type="dxa"/>
            <w:vAlign w:val="center"/>
          </w:tcPr>
          <w:p w14:paraId="4F8144FB" w14:textId="77777777" w:rsidR="0085747A" w:rsidRPr="00AB52DE" w:rsidRDefault="00DE4A14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4041F4" w14:textId="77777777"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Jednolite Magisterskie</w:t>
            </w:r>
          </w:p>
        </w:tc>
      </w:tr>
      <w:tr w:rsidR="0085747A" w:rsidRPr="00AB52DE" w14:paraId="43084782" w14:textId="77777777" w:rsidTr="00AB52DE">
        <w:tc>
          <w:tcPr>
            <w:tcW w:w="2694" w:type="dxa"/>
            <w:vAlign w:val="center"/>
          </w:tcPr>
          <w:p w14:paraId="449E5521" w14:textId="77777777"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34A0C4" w14:textId="77777777"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Ogólnoakademicki</w:t>
            </w:r>
          </w:p>
        </w:tc>
      </w:tr>
      <w:tr w:rsidR="0085747A" w:rsidRPr="00AB52DE" w14:paraId="0F37415F" w14:textId="77777777" w:rsidTr="00AB52DE">
        <w:tc>
          <w:tcPr>
            <w:tcW w:w="2694" w:type="dxa"/>
            <w:vAlign w:val="center"/>
          </w:tcPr>
          <w:p w14:paraId="2FAC2AEE" w14:textId="77777777"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F7CB18" w14:textId="77777777" w:rsidR="0085747A" w:rsidRPr="00AB52DE" w:rsidRDefault="00B2167E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Nie</w:t>
            </w:r>
            <w:r w:rsidR="00855801" w:rsidRPr="00AB52DE">
              <w:rPr>
                <w:rFonts w:ascii="Corbel" w:hAnsi="Corbel"/>
                <w:b w:val="0"/>
                <w:sz w:val="22"/>
                <w:szCs w:val="24"/>
              </w:rPr>
              <w:t>s</w:t>
            </w:r>
            <w:r w:rsidR="00B748D9" w:rsidRPr="00AB52DE">
              <w:rPr>
                <w:rFonts w:ascii="Corbel" w:hAnsi="Corbel"/>
                <w:b w:val="0"/>
                <w:sz w:val="22"/>
                <w:szCs w:val="24"/>
              </w:rPr>
              <w:t>tacjonarne</w:t>
            </w:r>
          </w:p>
        </w:tc>
      </w:tr>
      <w:tr w:rsidR="0085747A" w:rsidRPr="00AB52DE" w14:paraId="6248D9F5" w14:textId="77777777" w:rsidTr="00AB52DE">
        <w:tc>
          <w:tcPr>
            <w:tcW w:w="2694" w:type="dxa"/>
            <w:vAlign w:val="center"/>
          </w:tcPr>
          <w:p w14:paraId="55D3917B" w14:textId="77777777"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Rok i semestr</w:t>
            </w:r>
            <w:r w:rsidR="0030395F" w:rsidRPr="00AB52DE">
              <w:rPr>
                <w:rFonts w:ascii="Corbel" w:hAnsi="Corbel"/>
                <w:sz w:val="22"/>
                <w:szCs w:val="24"/>
              </w:rPr>
              <w:t>/y</w:t>
            </w:r>
            <w:r w:rsidRPr="00AB52DE">
              <w:rPr>
                <w:rFonts w:ascii="Corbel" w:hAnsi="Corbel"/>
                <w:sz w:val="22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810FD3" w14:textId="77777777"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Rok IV, semestr VIII</w:t>
            </w:r>
          </w:p>
        </w:tc>
      </w:tr>
      <w:tr w:rsidR="0085747A" w:rsidRPr="00AB52DE" w14:paraId="36ACF59D" w14:textId="77777777" w:rsidTr="00AB52DE">
        <w:tc>
          <w:tcPr>
            <w:tcW w:w="2694" w:type="dxa"/>
            <w:vAlign w:val="center"/>
          </w:tcPr>
          <w:p w14:paraId="1FDE70B6" w14:textId="77777777"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96AE64" w14:textId="77777777"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Fakultatywny</w:t>
            </w:r>
          </w:p>
        </w:tc>
      </w:tr>
      <w:tr w:rsidR="00923D7D" w:rsidRPr="00AB52DE" w14:paraId="43C6C368" w14:textId="77777777" w:rsidTr="00AB52DE">
        <w:tc>
          <w:tcPr>
            <w:tcW w:w="2694" w:type="dxa"/>
            <w:vAlign w:val="center"/>
          </w:tcPr>
          <w:p w14:paraId="24576639" w14:textId="77777777" w:rsidR="00923D7D" w:rsidRPr="00AB52DE" w:rsidRDefault="00923D7D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F9588C" w14:textId="77777777" w:rsidR="00923D7D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Polski</w:t>
            </w:r>
          </w:p>
        </w:tc>
      </w:tr>
      <w:tr w:rsidR="0085747A" w:rsidRPr="00AB52DE" w14:paraId="7B8D39F3" w14:textId="77777777" w:rsidTr="00AB52DE">
        <w:tc>
          <w:tcPr>
            <w:tcW w:w="2694" w:type="dxa"/>
            <w:vAlign w:val="center"/>
          </w:tcPr>
          <w:p w14:paraId="3B4350BC" w14:textId="77777777"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7D21FA" w14:textId="77777777" w:rsidR="0085747A" w:rsidRPr="00AB52DE" w:rsidRDefault="00981338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d</w:t>
            </w:r>
            <w:r w:rsidR="00B748D9" w:rsidRPr="00AB52DE">
              <w:rPr>
                <w:rFonts w:ascii="Corbel" w:hAnsi="Corbel"/>
                <w:b w:val="0"/>
                <w:sz w:val="22"/>
                <w:szCs w:val="24"/>
              </w:rPr>
              <w:t>r Beata Sagan</w:t>
            </w:r>
          </w:p>
        </w:tc>
      </w:tr>
      <w:tr w:rsidR="0085747A" w:rsidRPr="00AB52DE" w14:paraId="2F834285" w14:textId="77777777" w:rsidTr="00AB52DE">
        <w:tc>
          <w:tcPr>
            <w:tcW w:w="2694" w:type="dxa"/>
            <w:vAlign w:val="center"/>
          </w:tcPr>
          <w:p w14:paraId="73F52014" w14:textId="77777777"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C8266" w14:textId="77777777" w:rsidR="0085747A" w:rsidRPr="00AB52DE" w:rsidRDefault="00981338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d</w:t>
            </w:r>
            <w:r w:rsidR="00B748D9" w:rsidRPr="00AB52DE">
              <w:rPr>
                <w:rFonts w:ascii="Corbel" w:hAnsi="Corbel"/>
                <w:b w:val="0"/>
                <w:sz w:val="22"/>
                <w:szCs w:val="24"/>
              </w:rPr>
              <w:t>r Beata Sagan</w:t>
            </w:r>
          </w:p>
        </w:tc>
      </w:tr>
    </w:tbl>
    <w:p w14:paraId="599BBC62" w14:textId="77777777" w:rsidR="0085747A" w:rsidRPr="00AB52DE" w:rsidRDefault="0085747A" w:rsidP="008E6944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 xml:space="preserve">* </w:t>
      </w:r>
      <w:r w:rsidRPr="00AB52DE">
        <w:rPr>
          <w:rFonts w:ascii="Corbel" w:hAnsi="Corbel"/>
          <w:i/>
          <w:sz w:val="24"/>
          <w:szCs w:val="24"/>
        </w:rPr>
        <w:t>-</w:t>
      </w:r>
      <w:r w:rsidR="00B90885" w:rsidRPr="00AB52D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B52DE">
        <w:rPr>
          <w:rFonts w:ascii="Corbel" w:hAnsi="Corbel"/>
          <w:b w:val="0"/>
          <w:sz w:val="24"/>
          <w:szCs w:val="24"/>
        </w:rPr>
        <w:t>e,</w:t>
      </w:r>
      <w:r w:rsidRPr="00AB52DE">
        <w:rPr>
          <w:rFonts w:ascii="Corbel" w:hAnsi="Corbel"/>
          <w:i/>
          <w:sz w:val="24"/>
          <w:szCs w:val="24"/>
        </w:rPr>
        <w:t xml:space="preserve"> </w:t>
      </w:r>
      <w:r w:rsidRPr="00AB52D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B52DE">
        <w:rPr>
          <w:rFonts w:ascii="Corbel" w:hAnsi="Corbel"/>
          <w:b w:val="0"/>
          <w:i/>
          <w:sz w:val="24"/>
          <w:szCs w:val="24"/>
        </w:rPr>
        <w:t>w Jednostce</w:t>
      </w:r>
    </w:p>
    <w:p w14:paraId="4696F429" w14:textId="77777777" w:rsidR="00923D7D" w:rsidRPr="00AB52D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21ACB3" w14:textId="77777777" w:rsidR="0085747A" w:rsidRPr="00AB52D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>1.</w:t>
      </w:r>
      <w:r w:rsidR="00E22FBC" w:rsidRPr="00AB52DE">
        <w:rPr>
          <w:rFonts w:ascii="Corbel" w:hAnsi="Corbel"/>
          <w:sz w:val="24"/>
          <w:szCs w:val="24"/>
        </w:rPr>
        <w:t>1</w:t>
      </w:r>
      <w:r w:rsidRPr="00AB52D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EB26C5" w14:textId="77777777" w:rsidR="00923D7D" w:rsidRPr="00AB52D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B52DE" w14:paraId="4174C1D7" w14:textId="77777777" w:rsidTr="00AB52D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21F2" w14:textId="77777777"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Semestr</w:t>
            </w:r>
          </w:p>
          <w:p w14:paraId="0D91F43E" w14:textId="77777777" w:rsidR="00015B8F" w:rsidRPr="00AB52DE" w:rsidRDefault="002B5EA0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(</w:t>
            </w:r>
            <w:r w:rsidR="00363F78" w:rsidRPr="00AB52D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B242" w14:textId="77777777"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Wykł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6F9C" w14:textId="77777777"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8126" w14:textId="77777777"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Konw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6199" w14:textId="77777777"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1FC6" w14:textId="77777777"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Sem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FA5B4" w14:textId="77777777"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BBC4" w14:textId="77777777"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Prakt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0BB7" w14:textId="77777777"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708E" w14:textId="77777777"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B52DE">
              <w:rPr>
                <w:rFonts w:ascii="Corbel" w:hAnsi="Corbel"/>
                <w:b/>
                <w:szCs w:val="24"/>
              </w:rPr>
              <w:t>Liczba pkt</w:t>
            </w:r>
            <w:r w:rsidR="00B90885" w:rsidRPr="00AB52DE">
              <w:rPr>
                <w:rFonts w:ascii="Corbel" w:hAnsi="Corbel"/>
                <w:b/>
                <w:szCs w:val="24"/>
              </w:rPr>
              <w:t>.</w:t>
            </w:r>
            <w:r w:rsidRPr="00AB52D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B52DE" w14:paraId="73EBBC01" w14:textId="77777777" w:rsidTr="00AB52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2F2C" w14:textId="77777777" w:rsidR="00015B8F" w:rsidRPr="00AB52DE" w:rsidRDefault="00AB52DE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6B33" w14:textId="77777777" w:rsidR="00015B8F" w:rsidRPr="00AB52DE" w:rsidRDefault="00B2167E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508D" w14:textId="77777777"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26EF" w14:textId="77777777"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673" w14:textId="77777777"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CBA3" w14:textId="77777777"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E861" w14:textId="77777777"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CBF8" w14:textId="77777777"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D72B" w14:textId="77777777"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3994" w14:textId="77777777" w:rsidR="00015B8F" w:rsidRPr="00AB52DE" w:rsidRDefault="00B748D9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5985904" w14:textId="77777777" w:rsidR="00923D7D" w:rsidRPr="00AB52D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9BC299" w14:textId="77777777" w:rsidR="0085747A" w:rsidRPr="00AB52D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>1.</w:t>
      </w:r>
      <w:r w:rsidR="00E22FBC" w:rsidRPr="00AB52DE">
        <w:rPr>
          <w:rFonts w:ascii="Corbel" w:hAnsi="Corbel"/>
          <w:smallCaps w:val="0"/>
          <w:szCs w:val="24"/>
        </w:rPr>
        <w:t>2</w:t>
      </w:r>
      <w:r w:rsidR="00F83B28" w:rsidRPr="00AB52DE">
        <w:rPr>
          <w:rFonts w:ascii="Corbel" w:hAnsi="Corbel"/>
          <w:smallCaps w:val="0"/>
          <w:szCs w:val="24"/>
        </w:rPr>
        <w:t>.</w:t>
      </w:r>
      <w:r w:rsidR="00F83B28" w:rsidRPr="00AB52DE">
        <w:rPr>
          <w:rFonts w:ascii="Corbel" w:hAnsi="Corbel"/>
          <w:smallCaps w:val="0"/>
          <w:szCs w:val="24"/>
        </w:rPr>
        <w:tab/>
      </w:r>
      <w:r w:rsidRPr="00AB52DE">
        <w:rPr>
          <w:rFonts w:ascii="Corbel" w:hAnsi="Corbel"/>
          <w:smallCaps w:val="0"/>
          <w:szCs w:val="24"/>
        </w:rPr>
        <w:t xml:space="preserve">Sposób realizacji zajęć  </w:t>
      </w:r>
    </w:p>
    <w:p w14:paraId="628540BF" w14:textId="77777777" w:rsidR="0085747A" w:rsidRPr="00AB52DE" w:rsidRDefault="00B748D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eastAsia="MS Gothic" w:hAnsi="Corbel"/>
          <w:b w:val="0"/>
        </w:rPr>
        <w:t>×</w:t>
      </w:r>
      <w:r w:rsidR="0085747A" w:rsidRPr="00AB52D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D11BF12" w14:textId="77777777" w:rsidR="0085747A" w:rsidRPr="00AB52DE" w:rsidRDefault="009813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eastAsia="MS Gothic" w:hAnsi="Corbel"/>
          <w:b w:val="0"/>
        </w:rPr>
        <w:t>×</w:t>
      </w:r>
      <w:r w:rsidR="0085747A" w:rsidRPr="00AB52D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CDBEDA8" w14:textId="77777777" w:rsidR="0085747A" w:rsidRPr="00AB52D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3910E3" w14:textId="77777777" w:rsidR="00E22FBC" w:rsidRPr="00AB52D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1.3 </w:t>
      </w:r>
      <w:r w:rsidR="00F83B28" w:rsidRPr="00AB52DE">
        <w:rPr>
          <w:rFonts w:ascii="Corbel" w:hAnsi="Corbel"/>
          <w:smallCaps w:val="0"/>
          <w:szCs w:val="24"/>
        </w:rPr>
        <w:tab/>
      </w:r>
      <w:r w:rsidRPr="00AB52DE">
        <w:rPr>
          <w:rFonts w:ascii="Corbel" w:hAnsi="Corbel"/>
          <w:smallCaps w:val="0"/>
          <w:szCs w:val="24"/>
        </w:rPr>
        <w:t>For</w:t>
      </w:r>
      <w:r w:rsidR="00445970" w:rsidRPr="00AB52DE">
        <w:rPr>
          <w:rFonts w:ascii="Corbel" w:hAnsi="Corbel"/>
          <w:smallCaps w:val="0"/>
          <w:szCs w:val="24"/>
        </w:rPr>
        <w:t xml:space="preserve">ma zaliczenia przedmiotu </w:t>
      </w:r>
      <w:r w:rsidRPr="00AB52DE">
        <w:rPr>
          <w:rFonts w:ascii="Corbel" w:hAnsi="Corbel"/>
          <w:smallCaps w:val="0"/>
          <w:szCs w:val="24"/>
        </w:rPr>
        <w:t xml:space="preserve">(z toku) </w:t>
      </w:r>
      <w:r w:rsidRPr="00AB52D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49998C" w14:textId="77777777" w:rsidR="009C54AE" w:rsidRPr="00AB52D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947BD5" w14:textId="77777777" w:rsidR="00E960BB" w:rsidRPr="00AB52DE" w:rsidRDefault="00B748D9" w:rsidP="008E6944">
      <w:pPr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>Egzamin pisemny, łączący pytania testowe i otwarte</w:t>
      </w:r>
    </w:p>
    <w:p w14:paraId="495F6A7A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52DE">
        <w:rPr>
          <w:rFonts w:ascii="Corbel" w:hAnsi="Corbel"/>
          <w:szCs w:val="24"/>
        </w:rPr>
        <w:t xml:space="preserve">2.Wymagania wstępne </w:t>
      </w:r>
    </w:p>
    <w:p w14:paraId="6C84AAD3" w14:textId="77777777" w:rsidR="00AB52DE" w:rsidRPr="00AB52DE" w:rsidRDefault="00AB52D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B52DE" w14:paraId="153D866A" w14:textId="77777777" w:rsidTr="00745302">
        <w:tc>
          <w:tcPr>
            <w:tcW w:w="9670" w:type="dxa"/>
          </w:tcPr>
          <w:p w14:paraId="389A5F0F" w14:textId="77777777" w:rsidR="0085747A" w:rsidRPr="00AB52DE" w:rsidRDefault="00AB52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B748D9" w:rsidRPr="00AB5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745A3A51" w14:textId="77777777" w:rsidR="00AB52DE" w:rsidRDefault="00AB52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7C1CE7" w14:textId="77777777" w:rsidR="00153C41" w:rsidRPr="00AB52DE" w:rsidRDefault="00AB52D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14:paraId="686D9DE9" w14:textId="77777777" w:rsidR="0085747A" w:rsidRPr="00AB52D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52DE">
        <w:rPr>
          <w:rFonts w:ascii="Corbel" w:hAnsi="Corbel"/>
          <w:szCs w:val="24"/>
        </w:rPr>
        <w:t>3.</w:t>
      </w:r>
      <w:r w:rsidR="0085747A" w:rsidRPr="00AB52DE">
        <w:rPr>
          <w:rFonts w:ascii="Corbel" w:hAnsi="Corbel"/>
          <w:szCs w:val="24"/>
        </w:rPr>
        <w:t xml:space="preserve"> </w:t>
      </w:r>
      <w:r w:rsidR="00A84C85" w:rsidRPr="00AB52DE">
        <w:rPr>
          <w:rFonts w:ascii="Corbel" w:hAnsi="Corbel"/>
          <w:szCs w:val="24"/>
        </w:rPr>
        <w:t>cele, efekty uczenia się</w:t>
      </w:r>
      <w:r w:rsidR="0085747A" w:rsidRPr="00AB52DE">
        <w:rPr>
          <w:rFonts w:ascii="Corbel" w:hAnsi="Corbel"/>
          <w:szCs w:val="24"/>
        </w:rPr>
        <w:t>, treści Programowe i stosowane metody Dydaktyczne</w:t>
      </w:r>
    </w:p>
    <w:p w14:paraId="504FE53C" w14:textId="77777777" w:rsidR="0085747A" w:rsidRPr="00AB52D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A16B9" w14:textId="77777777" w:rsidR="0085747A" w:rsidRPr="00AB52D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 xml:space="preserve">3.1 </w:t>
      </w:r>
      <w:r w:rsidR="00C05F44" w:rsidRPr="00AB52DE">
        <w:rPr>
          <w:rFonts w:ascii="Corbel" w:hAnsi="Corbel"/>
          <w:sz w:val="24"/>
          <w:szCs w:val="24"/>
        </w:rPr>
        <w:t>Cele przedmiotu</w:t>
      </w:r>
    </w:p>
    <w:p w14:paraId="17E68E94" w14:textId="77777777" w:rsidR="00F83B28" w:rsidRPr="00AB52D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B748D9" w:rsidRPr="00AB52DE" w14:paraId="1F0D1A26" w14:textId="77777777" w:rsidTr="00B748D9">
        <w:tc>
          <w:tcPr>
            <w:tcW w:w="675" w:type="dxa"/>
            <w:vAlign w:val="center"/>
          </w:tcPr>
          <w:p w14:paraId="02F86F4E" w14:textId="77777777" w:rsidR="00B748D9" w:rsidRPr="00AB52DE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B52DE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FD2A4E8" w14:textId="77777777" w:rsidR="00B748D9" w:rsidRPr="00AB52DE" w:rsidRDefault="00B748D9" w:rsidP="006940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</w:rPr>
            </w:pPr>
            <w:r w:rsidRPr="00AB52DE">
              <w:rPr>
                <w:rFonts w:ascii="Corbel" w:hAnsi="Corbel"/>
                <w:b w:val="0"/>
                <w:i/>
              </w:rPr>
              <w:t>Wykład ma na celu zapoznanie st</w:t>
            </w:r>
            <w:r w:rsidR="00855801" w:rsidRPr="00AB52DE">
              <w:rPr>
                <w:rFonts w:ascii="Corbel" w:hAnsi="Corbel"/>
                <w:b w:val="0"/>
                <w:i/>
              </w:rPr>
              <w:t>udentów z podstawowymi zasadami</w:t>
            </w:r>
            <w:r w:rsidRPr="00AB52DE">
              <w:rPr>
                <w:rFonts w:ascii="Corbel" w:hAnsi="Corbel"/>
                <w:b w:val="0"/>
                <w:i/>
              </w:rPr>
              <w:t>:</w:t>
            </w:r>
            <w:r w:rsidR="00855801" w:rsidRPr="00AB52DE">
              <w:rPr>
                <w:rFonts w:ascii="Corbel" w:hAnsi="Corbel"/>
                <w:b w:val="0"/>
                <w:i/>
              </w:rPr>
              <w:t xml:space="preserve"> </w:t>
            </w:r>
            <w:r w:rsidRPr="00AB52DE">
              <w:rPr>
                <w:rFonts w:ascii="Corbel" w:hAnsi="Corbel"/>
                <w:b w:val="0"/>
                <w:i/>
              </w:rPr>
              <w:t>udzielania zamówień publicznych oraz stosowania trybów uregulowanych w ustawie- Prawo zamówień publicznych</w:t>
            </w:r>
          </w:p>
        </w:tc>
      </w:tr>
      <w:tr w:rsidR="00B748D9" w:rsidRPr="00AB52DE" w14:paraId="233129C2" w14:textId="77777777" w:rsidTr="00B748D9">
        <w:tc>
          <w:tcPr>
            <w:tcW w:w="675" w:type="dxa"/>
            <w:vAlign w:val="center"/>
          </w:tcPr>
          <w:p w14:paraId="54B0E152" w14:textId="77777777" w:rsidR="00B748D9" w:rsidRPr="00AB52DE" w:rsidRDefault="00B748D9" w:rsidP="0069401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AB52DE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14:paraId="20C0E580" w14:textId="77777777" w:rsidR="00B748D9" w:rsidRPr="00AB52DE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B52DE">
              <w:rPr>
                <w:rFonts w:ascii="Corbel" w:hAnsi="Corbel"/>
                <w:b w:val="0"/>
                <w:i/>
              </w:rPr>
              <w:t>Celem wykładu jest także przybliżenie statusu podmiotów biorących udział w procedurach przewidzianych w ustawie, odpowiedzialności z tytułu naruszenia regulacji ustawowej oraz stosowania środków ochrony prawnej</w:t>
            </w:r>
          </w:p>
        </w:tc>
      </w:tr>
    </w:tbl>
    <w:p w14:paraId="301BAB2E" w14:textId="77777777"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82C3ED" w14:textId="77777777" w:rsidR="001D7B54" w:rsidRPr="00AB52D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b/>
          <w:sz w:val="24"/>
          <w:szCs w:val="24"/>
        </w:rPr>
        <w:t xml:space="preserve">3.2 </w:t>
      </w:r>
      <w:r w:rsidR="001D7B54" w:rsidRPr="00AB52DE">
        <w:rPr>
          <w:rFonts w:ascii="Corbel" w:hAnsi="Corbel"/>
          <w:b/>
          <w:sz w:val="24"/>
          <w:szCs w:val="24"/>
        </w:rPr>
        <w:t xml:space="preserve">Efekty </w:t>
      </w:r>
      <w:r w:rsidR="00C05F44" w:rsidRPr="00AB52D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B52DE">
        <w:rPr>
          <w:rFonts w:ascii="Corbel" w:hAnsi="Corbel"/>
          <w:b/>
          <w:sz w:val="24"/>
          <w:szCs w:val="24"/>
        </w:rPr>
        <w:t>dla przedmiotu</w:t>
      </w:r>
      <w:r w:rsidR="00445970" w:rsidRPr="00AB52DE">
        <w:rPr>
          <w:rFonts w:ascii="Corbel" w:hAnsi="Corbel"/>
          <w:sz w:val="24"/>
          <w:szCs w:val="24"/>
        </w:rPr>
        <w:t xml:space="preserve"> </w:t>
      </w:r>
    </w:p>
    <w:p w14:paraId="23A32820" w14:textId="77777777" w:rsidR="001D7B54" w:rsidRPr="00AB52D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6649"/>
        <w:gridCol w:w="1567"/>
      </w:tblGrid>
      <w:tr w:rsidR="00AB52DE" w:rsidRPr="00AE4AFD" w14:paraId="0B6F3A8A" w14:textId="77777777" w:rsidTr="00F733E2">
        <w:tc>
          <w:tcPr>
            <w:tcW w:w="1304" w:type="dxa"/>
          </w:tcPr>
          <w:p w14:paraId="454722F9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smallCaps w:val="0"/>
                <w:sz w:val="22"/>
              </w:rPr>
              <w:t>EK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649" w:type="dxa"/>
          </w:tcPr>
          <w:p w14:paraId="55159202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567" w:type="dxa"/>
          </w:tcPr>
          <w:p w14:paraId="378F319E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Odniesienie do efektów kierunkowych</w:t>
            </w:r>
            <w:r w:rsidRPr="00AE4AFD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="00AB52DE" w:rsidRPr="00AE4AFD" w14:paraId="3DBC0FEF" w14:textId="77777777" w:rsidTr="00F733E2">
        <w:tc>
          <w:tcPr>
            <w:tcW w:w="1304" w:type="dxa"/>
          </w:tcPr>
          <w:p w14:paraId="45258631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649" w:type="dxa"/>
          </w:tcPr>
          <w:p w14:paraId="4B99D945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DEFINIUJE POJĘCIA WYSTĘPUJĄCE W USTAWIE</w:t>
            </w:r>
          </w:p>
        </w:tc>
        <w:tc>
          <w:tcPr>
            <w:tcW w:w="1567" w:type="dxa"/>
          </w:tcPr>
          <w:p w14:paraId="6831133E" w14:textId="77777777" w:rsidR="00AB52DE" w:rsidRPr="00AE4AFD" w:rsidRDefault="00AB52DE" w:rsidP="00AB52D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AE4AFD">
              <w:rPr>
                <w:rFonts w:ascii="Corbel" w:hAnsi="Corbel"/>
                <w:sz w:val="22"/>
                <w:szCs w:val="22"/>
              </w:rPr>
              <w:t xml:space="preserve">K_W04 K_U10, </w:t>
            </w:r>
            <w:r w:rsidRPr="00AE4AFD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AB52DE" w:rsidRPr="00AE4AFD" w14:paraId="65ED5003" w14:textId="77777777" w:rsidTr="00F733E2">
        <w:tc>
          <w:tcPr>
            <w:tcW w:w="1304" w:type="dxa"/>
          </w:tcPr>
          <w:p w14:paraId="72BC1891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649" w:type="dxa"/>
          </w:tcPr>
          <w:p w14:paraId="35075D3A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OPISUJE ZASADY UDZIELANIA ZAMÓWIEŃ PUBLICZNYCH</w:t>
            </w:r>
          </w:p>
        </w:tc>
        <w:tc>
          <w:tcPr>
            <w:tcW w:w="1567" w:type="dxa"/>
          </w:tcPr>
          <w:p w14:paraId="769038EF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K_W01 </w:t>
            </w:r>
          </w:p>
          <w:p w14:paraId="15E511E0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K_W04 </w:t>
            </w:r>
          </w:p>
          <w:p w14:paraId="0FEB8B54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K_W07 </w:t>
            </w:r>
          </w:p>
          <w:p w14:paraId="5A4CDDE5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K_W09 </w:t>
            </w:r>
          </w:p>
          <w:p w14:paraId="51E985DD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K_W10 </w:t>
            </w:r>
          </w:p>
          <w:p w14:paraId="06C149CD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K_W12</w:t>
            </w:r>
          </w:p>
          <w:p w14:paraId="40390122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K_U10</w:t>
            </w:r>
          </w:p>
        </w:tc>
      </w:tr>
      <w:tr w:rsidR="00AB52DE" w:rsidRPr="00AE4AFD" w14:paraId="6AB69578" w14:textId="77777777" w:rsidTr="00F733E2">
        <w:tc>
          <w:tcPr>
            <w:tcW w:w="1304" w:type="dxa"/>
          </w:tcPr>
          <w:p w14:paraId="5C237B0C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649" w:type="dxa"/>
          </w:tcPr>
          <w:p w14:paraId="58347425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567" w:type="dxa"/>
          </w:tcPr>
          <w:p w14:paraId="6F5881C9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K_W02 </w:t>
            </w:r>
          </w:p>
          <w:p w14:paraId="3177EDC3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K_W03, </w:t>
            </w:r>
            <w:r w:rsidRPr="00AE4AFD">
              <w:rPr>
                <w:rFonts w:ascii="Corbel" w:hAnsi="Corbel"/>
                <w:b w:val="0"/>
                <w:sz w:val="22"/>
              </w:rPr>
              <w:t xml:space="preserve">K_U05, </w:t>
            </w:r>
          </w:p>
          <w:p w14:paraId="60E9217D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K_U08</w:t>
            </w:r>
          </w:p>
        </w:tc>
      </w:tr>
      <w:tr w:rsidR="00AB52DE" w:rsidRPr="00AE4AFD" w14:paraId="393DA1D1" w14:textId="77777777" w:rsidTr="00F733E2">
        <w:tc>
          <w:tcPr>
            <w:tcW w:w="1304" w:type="dxa"/>
          </w:tcPr>
          <w:p w14:paraId="79910D5C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649" w:type="dxa"/>
          </w:tcPr>
          <w:p w14:paraId="4CBA6A6C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567" w:type="dxa"/>
          </w:tcPr>
          <w:p w14:paraId="26918F92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K_W02, </w:t>
            </w:r>
            <w:r w:rsidRPr="00AE4AFD">
              <w:rPr>
                <w:rFonts w:ascii="Corbel" w:hAnsi="Corbel"/>
                <w:b w:val="0"/>
                <w:sz w:val="22"/>
              </w:rPr>
              <w:t>K_W07, K_U09</w:t>
            </w:r>
          </w:p>
        </w:tc>
      </w:tr>
      <w:tr w:rsidR="00AB52DE" w:rsidRPr="00AE4AFD" w14:paraId="35D8F32D" w14:textId="77777777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04" w:type="dxa"/>
          </w:tcPr>
          <w:p w14:paraId="0C75973C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6649" w:type="dxa"/>
          </w:tcPr>
          <w:p w14:paraId="16379724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567" w:type="dxa"/>
          </w:tcPr>
          <w:p w14:paraId="6DADF859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 K_W05, </w:t>
            </w:r>
            <w:r w:rsidRPr="00AE4AFD">
              <w:rPr>
                <w:rFonts w:ascii="Corbel" w:hAnsi="Corbel"/>
                <w:b w:val="0"/>
                <w:sz w:val="22"/>
              </w:rPr>
              <w:t xml:space="preserve">K_W07, </w:t>
            </w:r>
          </w:p>
          <w:p w14:paraId="461D57FB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 xml:space="preserve">K_U01, </w:t>
            </w:r>
          </w:p>
          <w:p w14:paraId="6EC51684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K_U08</w:t>
            </w:r>
            <w:r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</w:p>
          <w:p w14:paraId="19FDBA18" w14:textId="77777777"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K_U12</w:t>
            </w:r>
          </w:p>
        </w:tc>
      </w:tr>
      <w:tr w:rsidR="00AB52DE" w:rsidRPr="00AE4AFD" w14:paraId="26F362D7" w14:textId="77777777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04" w:type="dxa"/>
          </w:tcPr>
          <w:p w14:paraId="5EF5D1A0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EK_06</w:t>
            </w:r>
          </w:p>
        </w:tc>
        <w:tc>
          <w:tcPr>
            <w:tcW w:w="6649" w:type="dxa"/>
          </w:tcPr>
          <w:p w14:paraId="1777BD85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CHARAKTERYZUJE UMOWY W SPRAWACH UDZIELANIA ZAMÓWIENIA PUBLICZNEGO</w:t>
            </w:r>
          </w:p>
        </w:tc>
        <w:tc>
          <w:tcPr>
            <w:tcW w:w="1567" w:type="dxa"/>
          </w:tcPr>
          <w:p w14:paraId="67AE5B59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eastAsia="Cambria" w:hAnsi="Corbel"/>
              </w:rPr>
              <w:t xml:space="preserve">K_W05 </w:t>
            </w:r>
          </w:p>
        </w:tc>
      </w:tr>
      <w:tr w:rsidR="00AB52DE" w:rsidRPr="00AE4AFD" w14:paraId="48FE2834" w14:textId="77777777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04" w:type="dxa"/>
          </w:tcPr>
          <w:p w14:paraId="62238F18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EK_07</w:t>
            </w:r>
          </w:p>
        </w:tc>
        <w:tc>
          <w:tcPr>
            <w:tcW w:w="6649" w:type="dxa"/>
          </w:tcPr>
          <w:p w14:paraId="09358661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PREZENTUJE ZASADY ODPOWIEDZIALNOŚCI Z TYTUŁU NARUSZENIA PRZEPISÓW USTAWY</w:t>
            </w:r>
          </w:p>
        </w:tc>
        <w:tc>
          <w:tcPr>
            <w:tcW w:w="1567" w:type="dxa"/>
          </w:tcPr>
          <w:p w14:paraId="6570F7F9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K_W05, </w:t>
            </w:r>
          </w:p>
          <w:p w14:paraId="39E60943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K_U09</w:t>
            </w:r>
          </w:p>
        </w:tc>
      </w:tr>
      <w:tr w:rsidR="00AB52DE" w:rsidRPr="00AE4AFD" w14:paraId="6AB2F82D" w14:textId="77777777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04" w:type="dxa"/>
          </w:tcPr>
          <w:p w14:paraId="59593D10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EK_08</w:t>
            </w:r>
          </w:p>
        </w:tc>
        <w:tc>
          <w:tcPr>
            <w:tcW w:w="6649" w:type="dxa"/>
          </w:tcPr>
          <w:p w14:paraId="4F887769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567" w:type="dxa"/>
          </w:tcPr>
          <w:p w14:paraId="4159E6DD" w14:textId="77777777" w:rsidR="00AB52DE" w:rsidRPr="00AE4AFD" w:rsidRDefault="00AB52DE" w:rsidP="00AB52DE">
            <w:pPr>
              <w:spacing w:after="0" w:line="240" w:lineRule="auto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K_W12, </w:t>
            </w:r>
          </w:p>
          <w:p w14:paraId="30FA7F75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K_U02 </w:t>
            </w:r>
          </w:p>
          <w:p w14:paraId="14F876CF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K_U12 </w:t>
            </w:r>
          </w:p>
          <w:p w14:paraId="1AF2ABBB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K_U13 </w:t>
            </w:r>
          </w:p>
        </w:tc>
      </w:tr>
      <w:tr w:rsidR="00AB52DE" w:rsidRPr="00AE4AFD" w14:paraId="297B93C9" w14:textId="77777777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304" w:type="dxa"/>
          </w:tcPr>
          <w:p w14:paraId="6EE7CEFB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EK_09</w:t>
            </w:r>
          </w:p>
        </w:tc>
        <w:tc>
          <w:tcPr>
            <w:tcW w:w="6649" w:type="dxa"/>
          </w:tcPr>
          <w:p w14:paraId="4DFC5DF5" w14:textId="77777777"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OCENIA SKUTECZNOŚĆ SYSTEMU ZAMÓWIEŃ PUBLICZNYCH</w:t>
            </w:r>
          </w:p>
        </w:tc>
        <w:tc>
          <w:tcPr>
            <w:tcW w:w="1567" w:type="dxa"/>
          </w:tcPr>
          <w:p w14:paraId="65AD53B2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K_U01</w:t>
            </w:r>
          </w:p>
          <w:p w14:paraId="4570CFBF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K_U03</w:t>
            </w:r>
          </w:p>
          <w:p w14:paraId="13DEA470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K_U06</w:t>
            </w:r>
          </w:p>
          <w:p w14:paraId="5F570C31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K_U15,</w:t>
            </w:r>
          </w:p>
        </w:tc>
      </w:tr>
      <w:tr w:rsidR="00AB52DE" w:rsidRPr="00AE4AFD" w14:paraId="07723C5F" w14:textId="77777777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1304" w:type="dxa"/>
          </w:tcPr>
          <w:p w14:paraId="04E153A6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649" w:type="dxa"/>
          </w:tcPr>
          <w:p w14:paraId="5352C1AC" w14:textId="77777777"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KWALIFIKUJE PRZYPADKI ORAZ SANKCJE Z TYTUŁU NARUSZENIA PRZEPISÓW USTAWY</w:t>
            </w:r>
          </w:p>
        </w:tc>
        <w:tc>
          <w:tcPr>
            <w:tcW w:w="1567" w:type="dxa"/>
          </w:tcPr>
          <w:p w14:paraId="28DCD06F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K_W05, </w:t>
            </w:r>
          </w:p>
          <w:p w14:paraId="3A34E9D9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K_W12</w:t>
            </w:r>
          </w:p>
          <w:p w14:paraId="1AFBF42A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K_U04</w:t>
            </w:r>
          </w:p>
          <w:p w14:paraId="4ED2A9ED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K_U05</w:t>
            </w:r>
          </w:p>
          <w:p w14:paraId="02CDCB8F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K_U06</w:t>
            </w:r>
          </w:p>
          <w:p w14:paraId="2C06D3FD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K_U08</w:t>
            </w:r>
          </w:p>
          <w:p w14:paraId="1CFF5CBE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K_U09</w:t>
            </w:r>
          </w:p>
          <w:p w14:paraId="0B95A89D" w14:textId="77777777"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K_U10</w:t>
            </w:r>
          </w:p>
        </w:tc>
      </w:tr>
      <w:tr w:rsidR="00AB52DE" w:rsidRPr="00AE4AFD" w14:paraId="72444DF3" w14:textId="77777777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1304" w:type="dxa"/>
          </w:tcPr>
          <w:p w14:paraId="4482B7DE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EK_11</w:t>
            </w:r>
          </w:p>
        </w:tc>
        <w:tc>
          <w:tcPr>
            <w:tcW w:w="6649" w:type="dxa"/>
          </w:tcPr>
          <w:p w14:paraId="65D491B1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ZACHOWUJE KRYTYCYZM W OCENIE ROZWIAZAŃ PRAWNYCH DOTYCZACYCH ZAMÓWIEN PUBLICZNYCH</w:t>
            </w:r>
          </w:p>
        </w:tc>
        <w:tc>
          <w:tcPr>
            <w:tcW w:w="1567" w:type="dxa"/>
          </w:tcPr>
          <w:p w14:paraId="26E62F89" w14:textId="77777777"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K_K01</w:t>
            </w:r>
          </w:p>
          <w:p w14:paraId="67BA5463" w14:textId="77777777"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eastAsia="Cambria" w:hAnsi="Corbel"/>
              </w:rPr>
              <w:t>K_K07</w:t>
            </w:r>
          </w:p>
        </w:tc>
      </w:tr>
      <w:tr w:rsidR="00AB52DE" w:rsidRPr="00AE4AFD" w14:paraId="4B723FF6" w14:textId="77777777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04" w:type="dxa"/>
          </w:tcPr>
          <w:p w14:paraId="416F6A60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EK_12</w:t>
            </w:r>
          </w:p>
        </w:tc>
        <w:tc>
          <w:tcPr>
            <w:tcW w:w="6649" w:type="dxa"/>
          </w:tcPr>
          <w:p w14:paraId="6A50AB88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DYSKUTUJE O WADACH I ZALETACH OBOWIĄZUJĄCEJ REGULACJI ZAMÓWIEŃ PUBLICZNYCH</w:t>
            </w:r>
          </w:p>
        </w:tc>
        <w:tc>
          <w:tcPr>
            <w:tcW w:w="1567" w:type="dxa"/>
          </w:tcPr>
          <w:p w14:paraId="33D16543" w14:textId="77777777" w:rsidR="00AB52DE" w:rsidRPr="00AE4AFD" w:rsidRDefault="00AB52DE" w:rsidP="00AB52D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K_K04</w:t>
            </w:r>
          </w:p>
          <w:p w14:paraId="0326818D" w14:textId="77777777" w:rsidR="00AB52DE" w:rsidRPr="00AE4AFD" w:rsidRDefault="00AB52DE" w:rsidP="00AB52D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K_W06</w:t>
            </w:r>
          </w:p>
          <w:p w14:paraId="7744B943" w14:textId="77777777" w:rsidR="00AB52DE" w:rsidRPr="00AE4AFD" w:rsidRDefault="00AB52DE" w:rsidP="00AB52D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K_K10, </w:t>
            </w:r>
          </w:p>
          <w:p w14:paraId="228444A4" w14:textId="77777777"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K_W10, </w:t>
            </w:r>
          </w:p>
          <w:p w14:paraId="474A1760" w14:textId="77777777"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K_U02, </w:t>
            </w:r>
          </w:p>
          <w:p w14:paraId="006FA8E0" w14:textId="77777777"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K_U03, </w:t>
            </w:r>
          </w:p>
          <w:p w14:paraId="56AE5B89" w14:textId="77777777"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K_U04, </w:t>
            </w:r>
          </w:p>
          <w:p w14:paraId="79FA7F84" w14:textId="77777777"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K_U08, </w:t>
            </w:r>
          </w:p>
          <w:p w14:paraId="19FAF413" w14:textId="77777777"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K_U13</w:t>
            </w:r>
          </w:p>
        </w:tc>
      </w:tr>
      <w:tr w:rsidR="00AB52DE" w:rsidRPr="00AE4AFD" w14:paraId="0765BBF2" w14:textId="77777777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304" w:type="dxa"/>
          </w:tcPr>
          <w:p w14:paraId="790CB002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EK_13</w:t>
            </w:r>
          </w:p>
        </w:tc>
        <w:tc>
          <w:tcPr>
            <w:tcW w:w="6649" w:type="dxa"/>
          </w:tcPr>
          <w:p w14:paraId="76C92F4A" w14:textId="77777777"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ZACHOWUJE KRYTYCYZM W OCENIE PRAKTYKI FUNKCJONOWANIA REGULACJI PRAWNYCH DOTYCZĄCYCH ZAMÓWIEŃ PUBLICZNYCH W POLSCE</w:t>
            </w:r>
          </w:p>
        </w:tc>
        <w:tc>
          <w:tcPr>
            <w:tcW w:w="1567" w:type="dxa"/>
          </w:tcPr>
          <w:p w14:paraId="1F281FBF" w14:textId="77777777"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  <w:smallCaps/>
              </w:rPr>
            </w:pPr>
            <w:r w:rsidRPr="00AE4AFD">
              <w:rPr>
                <w:rFonts w:ascii="Corbel" w:eastAsia="Cambria" w:hAnsi="Corbel"/>
                <w:smallCaps/>
              </w:rPr>
              <w:t xml:space="preserve">K_K05 </w:t>
            </w:r>
          </w:p>
          <w:p w14:paraId="6156B196" w14:textId="77777777"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  <w:smallCaps/>
              </w:rPr>
            </w:pPr>
            <w:r w:rsidRPr="00AE4AFD">
              <w:rPr>
                <w:rFonts w:ascii="Corbel" w:eastAsia="Cambria" w:hAnsi="Corbel"/>
                <w:smallCaps/>
              </w:rPr>
              <w:t xml:space="preserve">K_K06, </w:t>
            </w:r>
          </w:p>
          <w:p w14:paraId="55E7A11B" w14:textId="77777777"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K_W09, </w:t>
            </w:r>
          </w:p>
          <w:p w14:paraId="321C6BF1" w14:textId="77777777"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K_U17</w:t>
            </w:r>
          </w:p>
        </w:tc>
      </w:tr>
    </w:tbl>
    <w:p w14:paraId="64E7D9A6" w14:textId="77777777"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95B1FD" w14:textId="77777777" w:rsidR="0085747A" w:rsidRPr="00AB52D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52DE">
        <w:rPr>
          <w:rFonts w:ascii="Corbel" w:hAnsi="Corbel"/>
          <w:b/>
          <w:sz w:val="24"/>
          <w:szCs w:val="24"/>
        </w:rPr>
        <w:t>3.3</w:t>
      </w:r>
      <w:r w:rsidR="001D7B54" w:rsidRPr="00AB52DE">
        <w:rPr>
          <w:rFonts w:ascii="Corbel" w:hAnsi="Corbel"/>
          <w:b/>
          <w:sz w:val="24"/>
          <w:szCs w:val="24"/>
        </w:rPr>
        <w:t xml:space="preserve"> </w:t>
      </w:r>
      <w:r w:rsidR="0085747A" w:rsidRPr="00AB52DE">
        <w:rPr>
          <w:rFonts w:ascii="Corbel" w:hAnsi="Corbel"/>
          <w:b/>
          <w:sz w:val="24"/>
          <w:szCs w:val="24"/>
        </w:rPr>
        <w:t>T</w:t>
      </w:r>
      <w:r w:rsidR="001D7B54" w:rsidRPr="00AB52D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B52DE">
        <w:rPr>
          <w:rFonts w:ascii="Corbel" w:hAnsi="Corbel"/>
          <w:sz w:val="24"/>
          <w:szCs w:val="24"/>
        </w:rPr>
        <w:t xml:space="preserve">  </w:t>
      </w:r>
    </w:p>
    <w:p w14:paraId="62D9F3FA" w14:textId="77777777" w:rsidR="0085747A" w:rsidRPr="00AB52D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  <w:gridCol w:w="987"/>
      </w:tblGrid>
      <w:tr w:rsidR="00855801" w:rsidRPr="00AB52DE" w14:paraId="7D4D417C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5E719915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Poj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cie prawa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 i jego rola w gospodarce</w:t>
            </w:r>
          </w:p>
        </w:tc>
        <w:tc>
          <w:tcPr>
            <w:tcW w:w="528" w:type="pct"/>
            <w:shd w:val="clear" w:color="auto" w:fill="FFFFFF"/>
          </w:tcPr>
          <w:p w14:paraId="470A9D9C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155D4F8F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17D62DC2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W2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Instrumenty prawne reguluj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 system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 w Polsce i ich ewolucja</w:t>
            </w:r>
          </w:p>
        </w:tc>
        <w:tc>
          <w:tcPr>
            <w:tcW w:w="528" w:type="pct"/>
            <w:shd w:val="clear" w:color="auto" w:fill="FFFFFF"/>
          </w:tcPr>
          <w:p w14:paraId="0EA61AC2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31B8A33D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37C1D493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W3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Instrumenty prawne reguluj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 system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 w Unii Europejskiej</w:t>
            </w:r>
          </w:p>
        </w:tc>
        <w:tc>
          <w:tcPr>
            <w:tcW w:w="528" w:type="pct"/>
            <w:shd w:val="clear" w:color="auto" w:fill="FFFFFF"/>
          </w:tcPr>
          <w:p w14:paraId="2204EB03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47CF0071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135B2A23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W4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Zakres podmiotowy ustawy i przedmiotowy stosowania ustawy; dostawy, roboty budowlane, usługi</w:t>
            </w:r>
            <w:r w:rsidR="00A640AF"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:</w:t>
            </w:r>
          </w:p>
          <w:p w14:paraId="2B6C456D" w14:textId="77777777" w:rsidR="00855801" w:rsidRPr="00AB52DE" w:rsidRDefault="00855801" w:rsidP="00A640A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wył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czenia stosowania ustawy</w:t>
            </w:r>
            <w:r w:rsidR="00A640AF"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(całkowite i cz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ciowe)</w:t>
            </w:r>
          </w:p>
          <w:p w14:paraId="73B02FBA" w14:textId="77777777" w:rsidR="00855801" w:rsidRPr="00AB52DE" w:rsidRDefault="00855801" w:rsidP="00A640A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progi kwotowe </w:t>
            </w:r>
          </w:p>
          <w:p w14:paraId="4923D733" w14:textId="77777777" w:rsidR="001C4BDF" w:rsidRPr="00AB52DE" w:rsidRDefault="00855801" w:rsidP="00A640AF">
            <w:pPr>
              <w:pStyle w:val="Bezodstpw"/>
              <w:numPr>
                <w:ilvl w:val="0"/>
                <w:numId w:val="8"/>
              </w:numPr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zamówienia wielorodzajowe</w:t>
            </w:r>
          </w:p>
        </w:tc>
        <w:tc>
          <w:tcPr>
            <w:tcW w:w="528" w:type="pct"/>
            <w:shd w:val="clear" w:color="auto" w:fill="FFFFFF"/>
          </w:tcPr>
          <w:p w14:paraId="7F039744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12AE9C0B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6B50C8E3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W5-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Zasady udzielania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ń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; zasada prymatu trybów przetargowych, równo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przedsi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biorców, jawno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ci,</w:t>
            </w:r>
            <w:r w:rsidR="00A640AF"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przejrzysto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ci, bezstronno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i obiektywizmu, pisemno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uczciwej konkurencji</w:t>
            </w:r>
          </w:p>
        </w:tc>
        <w:tc>
          <w:tcPr>
            <w:tcW w:w="528" w:type="pct"/>
            <w:shd w:val="clear" w:color="auto" w:fill="FFFFFF"/>
          </w:tcPr>
          <w:p w14:paraId="1537A481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2</w:t>
            </w:r>
          </w:p>
        </w:tc>
      </w:tr>
      <w:tr w:rsidR="00855801" w:rsidRPr="00AB52DE" w14:paraId="003E007E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4FA507CB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W6-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Przygotowanie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 o udzielenie zamówienia publicznego; opis przedmiotu zamówienia, ustalenie warto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zamówienia, specyfikacja istotnych warunków zamówienia</w:t>
            </w:r>
          </w:p>
        </w:tc>
        <w:tc>
          <w:tcPr>
            <w:tcW w:w="528" w:type="pct"/>
            <w:shd w:val="clear" w:color="auto" w:fill="FFFFFF"/>
          </w:tcPr>
          <w:p w14:paraId="0928E0A0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03EBBF56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65A5953F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W7-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powanie o udzielenie zamówienia publicznego</w:t>
            </w:r>
          </w:p>
          <w:p w14:paraId="1C5B89ED" w14:textId="77777777"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obowi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zki zamawiaj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cego</w:t>
            </w:r>
          </w:p>
          <w:p w14:paraId="7EC70A82" w14:textId="77777777"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wspólne udzielanie zamówienia</w:t>
            </w:r>
          </w:p>
          <w:p w14:paraId="34EB0D05" w14:textId="77777777"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wył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czenie osób wykonuj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cych czynno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w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powaniu</w:t>
            </w:r>
          </w:p>
          <w:p w14:paraId="385F52F5" w14:textId="77777777"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komisja przetargowa</w:t>
            </w:r>
          </w:p>
          <w:p w14:paraId="3BFE4830" w14:textId="77777777"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dopuszczalno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ść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ubiegania si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ę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o zamówienie</w:t>
            </w:r>
          </w:p>
          <w:p w14:paraId="25242258" w14:textId="77777777" w:rsidR="001C4BDF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wykluczenie wykonawców</w:t>
            </w:r>
          </w:p>
        </w:tc>
        <w:tc>
          <w:tcPr>
            <w:tcW w:w="528" w:type="pct"/>
            <w:shd w:val="clear" w:color="auto" w:fill="FFFFFF"/>
          </w:tcPr>
          <w:p w14:paraId="764659B1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5870ADB5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0617E63E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W8-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Wszcz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cie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</w:t>
            </w:r>
          </w:p>
          <w:p w14:paraId="5DE87B24" w14:textId="77777777"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zasady dotycz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 ogłosze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ń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,</w:t>
            </w:r>
          </w:p>
          <w:p w14:paraId="3AC8EAC5" w14:textId="77777777"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zło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ż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enie oferty,</w:t>
            </w:r>
          </w:p>
          <w:p w14:paraId="48E36779" w14:textId="77777777"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odrzucenie oferty przetargowej,</w:t>
            </w:r>
          </w:p>
          <w:p w14:paraId="570579FA" w14:textId="77777777"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wybór najkorzystniejszej oferty,</w:t>
            </w:r>
          </w:p>
          <w:p w14:paraId="082550AD" w14:textId="77777777"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aukcja elektroniczna,</w:t>
            </w:r>
          </w:p>
          <w:p w14:paraId="1A94C30F" w14:textId="77777777" w:rsidR="001C4BDF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uniewa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ż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nienie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powania.</w:t>
            </w:r>
          </w:p>
        </w:tc>
        <w:tc>
          <w:tcPr>
            <w:tcW w:w="528" w:type="pct"/>
            <w:shd w:val="clear" w:color="auto" w:fill="FFFFFF"/>
          </w:tcPr>
          <w:p w14:paraId="580BD17E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49C77C88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75C4D7E9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lastRenderedPageBreak/>
              <w:t>W9-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Tryby udzielania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ń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; przetarg nieograniczony, ograniczony, negocjacje z ogłoszeniem, negocjacje bez ogłoszenia, dialog konkurencyjny, zamówienie z wolnej r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ki, zapytanie o cen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, licytacja elektroniczna</w:t>
            </w:r>
          </w:p>
        </w:tc>
        <w:tc>
          <w:tcPr>
            <w:tcW w:w="528" w:type="pct"/>
            <w:shd w:val="clear" w:color="auto" w:fill="FFFFFF"/>
          </w:tcPr>
          <w:p w14:paraId="1B9BF9B6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42336A49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050136D7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W10-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Umowy ramowe i dynamiczny system zakupów</w:t>
            </w:r>
          </w:p>
        </w:tc>
        <w:tc>
          <w:tcPr>
            <w:tcW w:w="528" w:type="pct"/>
            <w:shd w:val="clear" w:color="auto" w:fill="FFFFFF"/>
          </w:tcPr>
          <w:p w14:paraId="1AA189E2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6C33F1D1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49813B6D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W11-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Zamówienia publiczne a koncesje na roboty budowlane i usługi</w:t>
            </w:r>
          </w:p>
        </w:tc>
        <w:tc>
          <w:tcPr>
            <w:tcW w:w="528" w:type="pct"/>
            <w:shd w:val="clear" w:color="auto" w:fill="FFFFFF"/>
          </w:tcPr>
          <w:p w14:paraId="7DD19451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24AD6F16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1FD0CBA6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W12-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Umowy w sprawie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</w:t>
            </w:r>
          </w:p>
        </w:tc>
        <w:tc>
          <w:tcPr>
            <w:tcW w:w="528" w:type="pct"/>
            <w:shd w:val="clear" w:color="auto" w:fill="FFFFFF"/>
          </w:tcPr>
          <w:p w14:paraId="2821685D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76963466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2C8B546B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W13-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rodki ochrony prawnej</w:t>
            </w:r>
          </w:p>
          <w:p w14:paraId="783253E6" w14:textId="77777777"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ewolucja systemu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rodków ochrony prawnej</w:t>
            </w:r>
          </w:p>
          <w:p w14:paraId="3DC9A640" w14:textId="77777777"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rodzaje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rodków ochrony prawnej</w:t>
            </w:r>
          </w:p>
          <w:p w14:paraId="7BFBBD4A" w14:textId="77777777"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podmioty upowa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ż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nione do wnoszenia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rodków odwoławczych</w:t>
            </w:r>
          </w:p>
          <w:p w14:paraId="0399AA23" w14:textId="77777777"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zasady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 odwoławczego</w:t>
            </w:r>
          </w:p>
          <w:p w14:paraId="3920A3B5" w14:textId="77777777" w:rsidR="001C4BDF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podmioty rozpoznaj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ce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rodki odwoławcze</w:t>
            </w:r>
          </w:p>
        </w:tc>
        <w:tc>
          <w:tcPr>
            <w:tcW w:w="528" w:type="pct"/>
            <w:shd w:val="clear" w:color="auto" w:fill="FFFFFF"/>
          </w:tcPr>
          <w:p w14:paraId="343529ED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77634306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7B651BF2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W14-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Kontrola udzielania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</w:t>
            </w:r>
          </w:p>
        </w:tc>
        <w:tc>
          <w:tcPr>
            <w:tcW w:w="528" w:type="pct"/>
            <w:shd w:val="clear" w:color="auto" w:fill="FFFFFF"/>
          </w:tcPr>
          <w:p w14:paraId="70EE0C85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096E8DB0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360F2EFF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W15-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Odpowiedzialno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ść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 naruszenie przepisów ustawy</w:t>
            </w:r>
          </w:p>
        </w:tc>
        <w:tc>
          <w:tcPr>
            <w:tcW w:w="528" w:type="pct"/>
            <w:shd w:val="clear" w:color="auto" w:fill="FFFFFF"/>
          </w:tcPr>
          <w:p w14:paraId="7F8AC32D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4BA33DFF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713E419F" w14:textId="77777777"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W16-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Status Prezesa Urz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du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Publicznych. Organizacja Urz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du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</w:t>
            </w:r>
          </w:p>
        </w:tc>
        <w:tc>
          <w:tcPr>
            <w:tcW w:w="528" w:type="pct"/>
            <w:shd w:val="clear" w:color="auto" w:fill="FFFFFF"/>
          </w:tcPr>
          <w:p w14:paraId="7C6862CD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14:paraId="098BF2E9" w14:textId="77777777" w:rsidTr="00855801">
        <w:trPr>
          <w:jc w:val="center"/>
        </w:trPr>
        <w:tc>
          <w:tcPr>
            <w:tcW w:w="4472" w:type="pct"/>
            <w:shd w:val="clear" w:color="auto" w:fill="FFFFFF"/>
          </w:tcPr>
          <w:p w14:paraId="508E2C4A" w14:textId="77777777" w:rsidR="00855801" w:rsidRPr="00AB52DE" w:rsidRDefault="00855801" w:rsidP="00A6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Suma godzin</w:t>
            </w:r>
          </w:p>
        </w:tc>
        <w:tc>
          <w:tcPr>
            <w:tcW w:w="528" w:type="pct"/>
            <w:shd w:val="clear" w:color="auto" w:fill="FFFFFF"/>
          </w:tcPr>
          <w:p w14:paraId="7945E5C0" w14:textId="77777777"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18</w:t>
            </w:r>
          </w:p>
        </w:tc>
      </w:tr>
    </w:tbl>
    <w:p w14:paraId="58F2875F" w14:textId="77777777" w:rsidR="0085747A" w:rsidRPr="00AB52D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402039" w14:textId="77777777" w:rsidR="0085747A" w:rsidRPr="00AB52D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B52DE">
        <w:rPr>
          <w:rFonts w:ascii="Corbel" w:hAnsi="Corbel"/>
          <w:sz w:val="24"/>
          <w:szCs w:val="24"/>
        </w:rPr>
        <w:t xml:space="preserve">, </w:t>
      </w:r>
      <w:r w:rsidRPr="00AB52DE">
        <w:rPr>
          <w:rFonts w:ascii="Corbel" w:hAnsi="Corbel"/>
          <w:sz w:val="24"/>
          <w:szCs w:val="24"/>
        </w:rPr>
        <w:t xml:space="preserve">zajęć praktycznych </w:t>
      </w:r>
    </w:p>
    <w:p w14:paraId="16212D4F" w14:textId="77777777" w:rsidR="0085747A" w:rsidRPr="00AB52D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1"/>
      </w:tblGrid>
      <w:tr w:rsidR="0085747A" w:rsidRPr="00AB52DE" w14:paraId="0C345F31" w14:textId="77777777" w:rsidTr="00AB52DE">
        <w:tc>
          <w:tcPr>
            <w:tcW w:w="5811" w:type="dxa"/>
            <w:tcBorders>
              <w:bottom w:val="single" w:sz="4" w:space="0" w:color="auto"/>
            </w:tcBorders>
          </w:tcPr>
          <w:p w14:paraId="11D3FA42" w14:textId="77777777" w:rsidR="0085747A" w:rsidRPr="00AB52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B52DE" w14:paraId="0AB351EF" w14:textId="77777777" w:rsidTr="00AB52DE">
        <w:tc>
          <w:tcPr>
            <w:tcW w:w="5811" w:type="dxa"/>
            <w:tcBorders>
              <w:tl2br w:val="single" w:sz="4" w:space="0" w:color="auto"/>
              <w:tr2bl w:val="single" w:sz="4" w:space="0" w:color="auto"/>
            </w:tcBorders>
          </w:tcPr>
          <w:p w14:paraId="50348A88" w14:textId="77777777" w:rsidR="0085747A" w:rsidRPr="00AB52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5AFF17" w14:textId="77777777"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F8D0D9" w14:textId="77777777" w:rsidR="0085747A" w:rsidRPr="00AB52D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>3.4 Metody dydaktyczne</w:t>
      </w:r>
      <w:r w:rsidRPr="00AB52DE">
        <w:rPr>
          <w:rFonts w:ascii="Corbel" w:hAnsi="Corbel"/>
          <w:b w:val="0"/>
          <w:smallCaps w:val="0"/>
          <w:szCs w:val="24"/>
        </w:rPr>
        <w:t xml:space="preserve"> </w:t>
      </w:r>
    </w:p>
    <w:p w14:paraId="0970F737" w14:textId="77777777"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BF6A" w14:textId="77777777" w:rsidR="00E960BB" w:rsidRPr="00AB52DE" w:rsidRDefault="00EE578E" w:rsidP="00EE578E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AB52DE">
        <w:rPr>
          <w:rFonts w:ascii="Corbel" w:hAnsi="Corbel"/>
          <w:b w:val="0"/>
          <w:smallCaps w:val="0"/>
          <w:sz w:val="22"/>
        </w:rPr>
        <w:t>Wykład konwersatoryjny</w:t>
      </w:r>
    </w:p>
    <w:p w14:paraId="29641575" w14:textId="77777777" w:rsidR="00E960BB" w:rsidRPr="00AB52D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97FC12" w14:textId="77777777" w:rsidR="0085747A" w:rsidRPr="00AB52D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4. </w:t>
      </w:r>
      <w:r w:rsidR="0085747A" w:rsidRPr="00AB52DE">
        <w:rPr>
          <w:rFonts w:ascii="Corbel" w:hAnsi="Corbel"/>
          <w:smallCaps w:val="0"/>
          <w:szCs w:val="24"/>
        </w:rPr>
        <w:t>METODY I KRYTERIA OCENY</w:t>
      </w:r>
      <w:r w:rsidR="009F4610" w:rsidRPr="00AB52DE">
        <w:rPr>
          <w:rFonts w:ascii="Corbel" w:hAnsi="Corbel"/>
          <w:smallCaps w:val="0"/>
          <w:szCs w:val="24"/>
        </w:rPr>
        <w:t xml:space="preserve"> </w:t>
      </w:r>
    </w:p>
    <w:p w14:paraId="04AE4530" w14:textId="77777777" w:rsidR="00923D7D" w:rsidRPr="00AB52D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A105A6" w14:textId="77777777" w:rsidR="0085747A" w:rsidRPr="00AB52D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B52DE">
        <w:rPr>
          <w:rFonts w:ascii="Corbel" w:hAnsi="Corbel"/>
          <w:smallCaps w:val="0"/>
          <w:szCs w:val="24"/>
        </w:rPr>
        <w:t>uczenia się</w:t>
      </w:r>
    </w:p>
    <w:p w14:paraId="38628886" w14:textId="77777777"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4875"/>
        <w:gridCol w:w="2188"/>
      </w:tblGrid>
      <w:tr w:rsidR="00EE578E" w:rsidRPr="00AB52DE" w14:paraId="1F515E23" w14:textId="77777777" w:rsidTr="00AB52DE">
        <w:tc>
          <w:tcPr>
            <w:tcW w:w="1920" w:type="dxa"/>
          </w:tcPr>
          <w:p w14:paraId="371C40A4" w14:textId="77777777"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14:paraId="51E8A3C0" w14:textId="77777777"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64DEE439" w14:textId="77777777"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AB52DE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14:paraId="55E658FD" w14:textId="77777777"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8" w:type="dxa"/>
          </w:tcPr>
          <w:p w14:paraId="00F0CC8A" w14:textId="77777777" w:rsid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30E36974" w14:textId="77777777"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AB52DE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AB52DE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E578E" w:rsidRPr="00AB52DE" w14:paraId="530B97AE" w14:textId="77777777" w:rsidTr="00AB52DE">
        <w:tc>
          <w:tcPr>
            <w:tcW w:w="1920" w:type="dxa"/>
          </w:tcPr>
          <w:p w14:paraId="0F951F46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14:paraId="66DD8540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</w:tcPr>
          <w:p w14:paraId="5B4DCF03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EE578E" w:rsidRPr="00AB52DE" w14:paraId="0720F1B8" w14:textId="77777777" w:rsidTr="00AB52DE">
        <w:tc>
          <w:tcPr>
            <w:tcW w:w="1920" w:type="dxa"/>
          </w:tcPr>
          <w:p w14:paraId="7EC6D622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14:paraId="2D11D415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</w:tcPr>
          <w:p w14:paraId="2001FBAD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EE578E" w:rsidRPr="00AB52DE" w14:paraId="63CA1CD4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920" w:type="dxa"/>
          </w:tcPr>
          <w:p w14:paraId="15E5D977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14:paraId="2DD477DC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14:paraId="4B06ED4A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14:paraId="680634D3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1920" w:type="dxa"/>
          </w:tcPr>
          <w:p w14:paraId="5BC0CEE6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0ECE3E40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14:paraId="1936D7EC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14:paraId="3528E038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20" w:type="dxa"/>
          </w:tcPr>
          <w:p w14:paraId="5125766A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253CB2B3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14:paraId="24A04FFA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14:paraId="69BB5D22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14:paraId="7C2E993C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22B98B49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14:paraId="432125FE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14:paraId="31091356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20" w:type="dxa"/>
          </w:tcPr>
          <w:p w14:paraId="53F0D5B7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5943AAB1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14:paraId="13F820A5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14:paraId="43A0C634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14:paraId="4437A954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2667C240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14:paraId="7593D6B5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14:paraId="12850728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14:paraId="09E09AD3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08A053A4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14:paraId="09B57CE5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14:paraId="71C0DF70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920" w:type="dxa"/>
          </w:tcPr>
          <w:p w14:paraId="14703238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2F435A06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14:paraId="45E15D30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14:paraId="326DF1AF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20" w:type="dxa"/>
          </w:tcPr>
          <w:p w14:paraId="0F48C633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75E84567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14:paraId="6ABB6711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14:paraId="47835BD8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920" w:type="dxa"/>
          </w:tcPr>
          <w:p w14:paraId="3EDD9FBD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5745F558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14:paraId="31E20916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14:paraId="7211F7CA" w14:textId="77777777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920" w:type="dxa"/>
          </w:tcPr>
          <w:p w14:paraId="156758EB" w14:textId="77777777"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38CAF4FB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14:paraId="5D251135" w14:textId="77777777"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</w:tbl>
    <w:p w14:paraId="365C02E9" w14:textId="77777777" w:rsidR="00923D7D" w:rsidRPr="00AB52D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E8684F" w14:textId="77777777" w:rsidR="0085747A" w:rsidRPr="00AB52D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4.2 </w:t>
      </w:r>
      <w:r w:rsidR="0085747A" w:rsidRPr="00AB52D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B52DE">
        <w:rPr>
          <w:rFonts w:ascii="Corbel" w:hAnsi="Corbel"/>
          <w:smallCaps w:val="0"/>
          <w:szCs w:val="24"/>
        </w:rPr>
        <w:t xml:space="preserve"> </w:t>
      </w:r>
    </w:p>
    <w:p w14:paraId="28F65300" w14:textId="77777777" w:rsidR="00923D7D" w:rsidRPr="00AB52D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B52DE" w14:paraId="477FEF02" w14:textId="77777777" w:rsidTr="00923D7D">
        <w:tc>
          <w:tcPr>
            <w:tcW w:w="9670" w:type="dxa"/>
          </w:tcPr>
          <w:p w14:paraId="0CDAF89A" w14:textId="77777777" w:rsidR="0085747A" w:rsidRPr="00AB52DE" w:rsidRDefault="00EE578E" w:rsidP="00AB52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Arkusz egzaminacyjny zawiera 15 pytań.</w:t>
            </w:r>
            <w:r w:rsidR="00A640AF"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Za każde pytanie student uzyskuje 1 punkt. Do zaliczenia egzaminu wymagane jest uzyskanie 8 punktów. Kryteria oceny: kompletność odpowiedzi, poprawna terminologia, aktualny stan prawny</w:t>
            </w:r>
          </w:p>
        </w:tc>
      </w:tr>
    </w:tbl>
    <w:p w14:paraId="1200E902" w14:textId="77777777"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7BDEE" w14:textId="77777777" w:rsidR="009F4610" w:rsidRPr="00AB52D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52DE">
        <w:rPr>
          <w:rFonts w:ascii="Corbel" w:hAnsi="Corbel"/>
          <w:b/>
          <w:sz w:val="24"/>
          <w:szCs w:val="24"/>
        </w:rPr>
        <w:t xml:space="preserve">5. </w:t>
      </w:r>
      <w:r w:rsidR="00C61DC5" w:rsidRPr="00AB52D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3E22E4" w14:textId="77777777"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85747A" w:rsidRPr="00AB52DE" w14:paraId="30CFB9EC" w14:textId="77777777" w:rsidTr="00AB52DE">
        <w:tc>
          <w:tcPr>
            <w:tcW w:w="6124" w:type="dxa"/>
            <w:vAlign w:val="center"/>
          </w:tcPr>
          <w:p w14:paraId="18CD26A0" w14:textId="77777777" w:rsidR="0085747A" w:rsidRPr="00AB52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52D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B52D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52D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14:paraId="114F7888" w14:textId="77777777" w:rsidR="0085747A" w:rsidRPr="00AB52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52D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B52D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B52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52D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B52DE" w14:paraId="5D70AF4B" w14:textId="77777777" w:rsidTr="00AB52DE">
        <w:tc>
          <w:tcPr>
            <w:tcW w:w="6124" w:type="dxa"/>
          </w:tcPr>
          <w:p w14:paraId="2C1C5546" w14:textId="77777777" w:rsidR="0085747A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G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52D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B52D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 </w:t>
            </w:r>
            <w:r w:rsidR="00F77BC6" w:rsidRPr="00AB52DE">
              <w:rPr>
                <w:rFonts w:ascii="Corbel" w:hAnsi="Corbel"/>
                <w:sz w:val="24"/>
                <w:szCs w:val="24"/>
              </w:rPr>
              <w:t>z harmonogramu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52D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396" w:type="dxa"/>
          </w:tcPr>
          <w:p w14:paraId="56001D4B" w14:textId="77777777" w:rsidR="0085747A" w:rsidRPr="00AB52DE" w:rsidRDefault="00855801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B52DE" w14:paraId="18FAA291" w14:textId="77777777" w:rsidTr="00AB52DE">
        <w:tc>
          <w:tcPr>
            <w:tcW w:w="6124" w:type="dxa"/>
          </w:tcPr>
          <w:p w14:paraId="4701C369" w14:textId="77777777" w:rsidR="00C61DC5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9B273F4" w14:textId="77777777" w:rsidR="00C61DC5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396" w:type="dxa"/>
          </w:tcPr>
          <w:p w14:paraId="3E172531" w14:textId="77777777" w:rsidR="00C61DC5" w:rsidRPr="00AB52DE" w:rsidRDefault="008E6944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C61DC5" w:rsidRPr="00AB52DE" w14:paraId="5C023899" w14:textId="77777777" w:rsidTr="00AB52DE">
        <w:tc>
          <w:tcPr>
            <w:tcW w:w="6124" w:type="dxa"/>
          </w:tcPr>
          <w:p w14:paraId="623B5F61" w14:textId="77777777" w:rsidR="00C61DC5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E6944" w:rsidRPr="00AB52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52D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14:paraId="1AC6E9C0" w14:textId="77777777" w:rsidR="00C61DC5" w:rsidRPr="00AB52DE" w:rsidRDefault="008E6944" w:rsidP="0085580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7</w:t>
            </w:r>
            <w:r w:rsidR="00855801" w:rsidRPr="00AB52D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AB52DE" w14:paraId="74916A1B" w14:textId="77777777" w:rsidTr="00AB52DE">
        <w:tc>
          <w:tcPr>
            <w:tcW w:w="6124" w:type="dxa"/>
          </w:tcPr>
          <w:p w14:paraId="5C423B38" w14:textId="77777777" w:rsidR="0085747A" w:rsidRPr="00AB52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14:paraId="73E6B3EC" w14:textId="77777777" w:rsidR="0085747A" w:rsidRPr="00AB52DE" w:rsidRDefault="008E6944" w:rsidP="0085580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</w:t>
            </w:r>
            <w:r w:rsidR="00855801" w:rsidRPr="00AB52DE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AB52DE" w14:paraId="09443227" w14:textId="77777777" w:rsidTr="00AB52DE">
        <w:tc>
          <w:tcPr>
            <w:tcW w:w="6124" w:type="dxa"/>
          </w:tcPr>
          <w:p w14:paraId="09A073F1" w14:textId="77777777" w:rsidR="0085747A" w:rsidRPr="00AB52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52D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14:paraId="6B8C87D7" w14:textId="77777777" w:rsidR="0085747A" w:rsidRPr="00AB52DE" w:rsidRDefault="008E6944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44BD24" w14:textId="77777777" w:rsidR="0085747A" w:rsidRPr="00AB52D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52D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B52D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18BFAF" w14:textId="77777777" w:rsidR="003E1941" w:rsidRPr="00AB52D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7E597D" w14:textId="77777777" w:rsidR="0085747A" w:rsidRPr="00AB52D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6. </w:t>
      </w:r>
      <w:r w:rsidR="0085747A" w:rsidRPr="00AB52DE">
        <w:rPr>
          <w:rFonts w:ascii="Corbel" w:hAnsi="Corbel"/>
          <w:smallCaps w:val="0"/>
          <w:szCs w:val="24"/>
        </w:rPr>
        <w:t>PRAKTYKI ZAWODOWE W RAMACH PRZEDMIOTU</w:t>
      </w:r>
      <w:r w:rsidRPr="00AB52DE">
        <w:rPr>
          <w:rFonts w:ascii="Corbel" w:hAnsi="Corbel"/>
          <w:smallCaps w:val="0"/>
          <w:szCs w:val="24"/>
        </w:rPr>
        <w:t xml:space="preserve"> </w:t>
      </w:r>
    </w:p>
    <w:p w14:paraId="3A3C041A" w14:textId="77777777" w:rsidR="0085747A" w:rsidRPr="00AB52D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B52DE" w14:paraId="4CF2E4CE" w14:textId="77777777" w:rsidTr="00AB52DE">
        <w:trPr>
          <w:trHeight w:val="397"/>
        </w:trPr>
        <w:tc>
          <w:tcPr>
            <w:tcW w:w="3544" w:type="dxa"/>
          </w:tcPr>
          <w:p w14:paraId="2B761E4E" w14:textId="77777777"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52D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14:paraId="6D756D66" w14:textId="77777777"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B52DE" w14:paraId="0A7E47AD" w14:textId="77777777" w:rsidTr="00AB52DE">
        <w:trPr>
          <w:trHeight w:val="397"/>
        </w:trPr>
        <w:tc>
          <w:tcPr>
            <w:tcW w:w="3544" w:type="dxa"/>
          </w:tcPr>
          <w:p w14:paraId="1D408B54" w14:textId="77777777"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52D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14:paraId="502DDCD9" w14:textId="77777777"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907F55" w14:textId="77777777" w:rsidR="003E1941" w:rsidRPr="00AB52D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719E4C" w14:textId="77777777" w:rsidR="001C4BDF" w:rsidRPr="00AB52DE" w:rsidRDefault="001C4B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D288D9" w14:textId="77777777" w:rsidR="0085747A" w:rsidRPr="00AB52D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7. </w:t>
      </w:r>
      <w:r w:rsidR="0085747A" w:rsidRPr="00AB52DE">
        <w:rPr>
          <w:rFonts w:ascii="Corbel" w:hAnsi="Corbel"/>
          <w:smallCaps w:val="0"/>
          <w:szCs w:val="24"/>
        </w:rPr>
        <w:t>LITERATURA</w:t>
      </w:r>
      <w:r w:rsidRPr="00AB52DE">
        <w:rPr>
          <w:rFonts w:ascii="Corbel" w:hAnsi="Corbel"/>
          <w:smallCaps w:val="0"/>
          <w:szCs w:val="24"/>
        </w:rPr>
        <w:t xml:space="preserve"> </w:t>
      </w:r>
    </w:p>
    <w:p w14:paraId="43D8D25C" w14:textId="77777777" w:rsidR="00675843" w:rsidRPr="00AB52D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5747A" w:rsidRPr="00AB52DE" w14:paraId="26FE013C" w14:textId="77777777" w:rsidTr="00AB52DE">
        <w:trPr>
          <w:trHeight w:val="397"/>
        </w:trPr>
        <w:tc>
          <w:tcPr>
            <w:tcW w:w="8646" w:type="dxa"/>
          </w:tcPr>
          <w:p w14:paraId="700AF1FB" w14:textId="77777777" w:rsidR="008E6944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AB52DE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6EF20CDD" w14:textId="77777777" w:rsidR="005A347A" w:rsidRPr="00AB52DE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B.</w:t>
            </w:r>
            <w:r w:rsidR="00202B75" w:rsidRPr="00AB52D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Sagan,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Prawo zamówień publicznych, </w:t>
            </w:r>
            <w:r w:rsidR="00202B75"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[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w:</w:t>
            </w:r>
            <w:r w:rsidR="00202B75"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]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Olszewski J. (red.), Publiczne prawo gospodarcze</w:t>
            </w:r>
            <w:r w:rsidR="00202B75" w:rsidRPr="00AB52DE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14:paraId="56E45CAA" w14:textId="77777777" w:rsidR="005A347A" w:rsidRPr="00AB52DE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Blicharz R.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(red.),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>, Warszawa 201</w:t>
            </w:r>
            <w:r w:rsidR="00202B75" w:rsidRPr="00AB52DE">
              <w:rPr>
                <w:rFonts w:ascii="Corbel" w:hAnsi="Corbel"/>
                <w:b w:val="0"/>
                <w:smallCaps w:val="0"/>
                <w:sz w:val="22"/>
              </w:rPr>
              <w:t>7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14:paraId="11C3D2A2" w14:textId="77777777" w:rsidR="00202B75" w:rsidRPr="00AB52DE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Kosikowski C.,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 Polski i Unii Europejskiej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>, Warszawa 2011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14:paraId="20744168" w14:textId="77777777" w:rsidR="00202B75" w:rsidRPr="00AB52DE" w:rsidRDefault="00202B75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(red.),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Leksykon prawa zamówień publicznych. 100 podstawowych pojęć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AB52DE" w14:paraId="2E7E72A8" w14:textId="77777777" w:rsidTr="00AB52DE">
        <w:trPr>
          <w:trHeight w:val="397"/>
        </w:trPr>
        <w:tc>
          <w:tcPr>
            <w:tcW w:w="8646" w:type="dxa"/>
          </w:tcPr>
          <w:p w14:paraId="79821517" w14:textId="77777777" w:rsidR="0085747A" w:rsidRPr="00AB52DE" w:rsidRDefault="0085747A" w:rsidP="00202B75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  <w:r w:rsidRPr="00AB52DE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0E6FF956" w14:textId="77777777"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2015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14:paraId="78BD13F5" w14:textId="77777777"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4, 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14:paraId="08B3954B" w14:textId="77777777"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15, 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14:paraId="6C731850" w14:textId="77777777"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Poznań 2013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14:paraId="1678AC80" w14:textId="77777777" w:rsidR="0055341A" w:rsidRPr="00AB52DE" w:rsidRDefault="0055341A" w:rsidP="0055341A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2, Warszawa 2019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14:paraId="44016DCC" w14:textId="77777777" w:rsidR="0085747A" w:rsidRPr="00AB52D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E11FD" w14:textId="77777777" w:rsidR="0085747A" w:rsidRPr="00AB52D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4D973" w14:textId="77777777" w:rsidR="0085747A" w:rsidRPr="00AB52D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52D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B52DE" w:rsidSect="00AB52DE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5182" w14:textId="77777777" w:rsidR="007270A2" w:rsidRDefault="007270A2" w:rsidP="00C16ABF">
      <w:pPr>
        <w:spacing w:after="0" w:line="240" w:lineRule="auto"/>
      </w:pPr>
      <w:r>
        <w:separator/>
      </w:r>
    </w:p>
  </w:endnote>
  <w:endnote w:type="continuationSeparator" w:id="0">
    <w:p w14:paraId="7C52C430" w14:textId="77777777" w:rsidR="007270A2" w:rsidRDefault="007270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50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61504" w14:textId="77777777" w:rsidR="007270A2" w:rsidRDefault="007270A2" w:rsidP="00C16ABF">
      <w:pPr>
        <w:spacing w:after="0" w:line="240" w:lineRule="auto"/>
      </w:pPr>
      <w:r>
        <w:separator/>
      </w:r>
    </w:p>
  </w:footnote>
  <w:footnote w:type="continuationSeparator" w:id="0">
    <w:p w14:paraId="6B536EF7" w14:textId="77777777" w:rsidR="007270A2" w:rsidRDefault="007270A2" w:rsidP="00C16ABF">
      <w:pPr>
        <w:spacing w:after="0" w:line="240" w:lineRule="auto"/>
      </w:pPr>
      <w:r>
        <w:continuationSeparator/>
      </w:r>
    </w:p>
  </w:footnote>
  <w:footnote w:id="1">
    <w:p w14:paraId="28D44475" w14:textId="77777777" w:rsidR="00AB52DE" w:rsidRDefault="00AB52DE" w:rsidP="00AB52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3EBF"/>
    <w:multiLevelType w:val="hybridMultilevel"/>
    <w:tmpl w:val="B75277CE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84D5A"/>
    <w:multiLevelType w:val="hybridMultilevel"/>
    <w:tmpl w:val="6A8CD68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A2A0A"/>
    <w:multiLevelType w:val="hybridMultilevel"/>
    <w:tmpl w:val="F9FE35D8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16CD1"/>
    <w:multiLevelType w:val="hybridMultilevel"/>
    <w:tmpl w:val="1EE820AA"/>
    <w:lvl w:ilvl="0" w:tplc="9B56BB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62562"/>
    <w:multiLevelType w:val="hybridMultilevel"/>
    <w:tmpl w:val="9BB8768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F72A2"/>
    <w:multiLevelType w:val="hybridMultilevel"/>
    <w:tmpl w:val="05422E98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26F57"/>
    <w:multiLevelType w:val="hybridMultilevel"/>
    <w:tmpl w:val="5F524BB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E3D76"/>
    <w:multiLevelType w:val="hybridMultilevel"/>
    <w:tmpl w:val="2658607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02428"/>
    <w:multiLevelType w:val="hybridMultilevel"/>
    <w:tmpl w:val="A62C5DE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44909"/>
    <w:multiLevelType w:val="hybridMultilevel"/>
    <w:tmpl w:val="23EA38A2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02407">
    <w:abstractNumId w:val="1"/>
  </w:num>
  <w:num w:numId="2" w16cid:durableId="1355036497">
    <w:abstractNumId w:val="0"/>
  </w:num>
  <w:num w:numId="3" w16cid:durableId="1746993389">
    <w:abstractNumId w:val="10"/>
  </w:num>
  <w:num w:numId="4" w16cid:durableId="1003359980">
    <w:abstractNumId w:val="9"/>
  </w:num>
  <w:num w:numId="5" w16cid:durableId="1779333966">
    <w:abstractNumId w:val="3"/>
  </w:num>
  <w:num w:numId="6" w16cid:durableId="851727402">
    <w:abstractNumId w:val="5"/>
  </w:num>
  <w:num w:numId="7" w16cid:durableId="930315755">
    <w:abstractNumId w:val="2"/>
  </w:num>
  <w:num w:numId="8" w16cid:durableId="811942049">
    <w:abstractNumId w:val="4"/>
  </w:num>
  <w:num w:numId="9" w16cid:durableId="1684284259">
    <w:abstractNumId w:val="8"/>
  </w:num>
  <w:num w:numId="10" w16cid:durableId="214313380">
    <w:abstractNumId w:val="12"/>
  </w:num>
  <w:num w:numId="11" w16cid:durableId="732702760">
    <w:abstractNumId w:val="11"/>
  </w:num>
  <w:num w:numId="12" w16cid:durableId="1812554490">
    <w:abstractNumId w:val="6"/>
  </w:num>
  <w:num w:numId="13" w16cid:durableId="4021433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BDF"/>
    <w:rsid w:val="001D657B"/>
    <w:rsid w:val="001D7B54"/>
    <w:rsid w:val="001E0209"/>
    <w:rsid w:val="001F2CA2"/>
    <w:rsid w:val="00202B7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633"/>
    <w:rsid w:val="00305C92"/>
    <w:rsid w:val="003151C5"/>
    <w:rsid w:val="003323A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3C4"/>
    <w:rsid w:val="0042745A"/>
    <w:rsid w:val="00431D5C"/>
    <w:rsid w:val="004362C6"/>
    <w:rsid w:val="00437FA2"/>
    <w:rsid w:val="004402C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7C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41A"/>
    <w:rsid w:val="0056696D"/>
    <w:rsid w:val="00567134"/>
    <w:rsid w:val="00593F72"/>
    <w:rsid w:val="0059484D"/>
    <w:rsid w:val="005A0855"/>
    <w:rsid w:val="005A3196"/>
    <w:rsid w:val="005A347A"/>
    <w:rsid w:val="005C080F"/>
    <w:rsid w:val="005C2FBC"/>
    <w:rsid w:val="005C55E5"/>
    <w:rsid w:val="005C696A"/>
    <w:rsid w:val="005E695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170"/>
    <w:rsid w:val="006E53B5"/>
    <w:rsid w:val="006E5D65"/>
    <w:rsid w:val="006F00FE"/>
    <w:rsid w:val="006F1282"/>
    <w:rsid w:val="006F1FBC"/>
    <w:rsid w:val="006F31E2"/>
    <w:rsid w:val="00706544"/>
    <w:rsid w:val="007072BA"/>
    <w:rsid w:val="0071620A"/>
    <w:rsid w:val="00724677"/>
    <w:rsid w:val="00725459"/>
    <w:rsid w:val="007270A2"/>
    <w:rsid w:val="007327BD"/>
    <w:rsid w:val="00734608"/>
    <w:rsid w:val="00745302"/>
    <w:rsid w:val="007461D6"/>
    <w:rsid w:val="00746EC8"/>
    <w:rsid w:val="00747E9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801"/>
    <w:rsid w:val="0085747A"/>
    <w:rsid w:val="00873D2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44"/>
    <w:rsid w:val="008F12C9"/>
    <w:rsid w:val="008F6E29"/>
    <w:rsid w:val="00916188"/>
    <w:rsid w:val="00923D7D"/>
    <w:rsid w:val="009508DF"/>
    <w:rsid w:val="00950DAC"/>
    <w:rsid w:val="00954A07"/>
    <w:rsid w:val="00980BF5"/>
    <w:rsid w:val="00981338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783"/>
    <w:rsid w:val="00A601C8"/>
    <w:rsid w:val="00A60799"/>
    <w:rsid w:val="00A640AF"/>
    <w:rsid w:val="00A84C85"/>
    <w:rsid w:val="00A97DE1"/>
    <w:rsid w:val="00AB053C"/>
    <w:rsid w:val="00AB52D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C52"/>
    <w:rsid w:val="00B135B1"/>
    <w:rsid w:val="00B2167E"/>
    <w:rsid w:val="00B25B97"/>
    <w:rsid w:val="00B3130B"/>
    <w:rsid w:val="00B40ADB"/>
    <w:rsid w:val="00B43B77"/>
    <w:rsid w:val="00B43E80"/>
    <w:rsid w:val="00B607DB"/>
    <w:rsid w:val="00B66529"/>
    <w:rsid w:val="00B748D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C1F"/>
    <w:rsid w:val="00CC27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65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78E"/>
    <w:rsid w:val="00F006FC"/>
    <w:rsid w:val="00F070AB"/>
    <w:rsid w:val="00F17567"/>
    <w:rsid w:val="00F27A7B"/>
    <w:rsid w:val="00F526AF"/>
    <w:rsid w:val="00F617C3"/>
    <w:rsid w:val="00F7066B"/>
    <w:rsid w:val="00F77BC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4EEC"/>
  <w15:docId w15:val="{DC730286-C525-4018-94A5-968474D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A640A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B52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A7E2-7A7D-448B-9C5D-777AD416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2021-03-26T10:11:00Z</dcterms:created>
  <dcterms:modified xsi:type="dcterms:W3CDTF">2023-12-04T10:27:00Z</dcterms:modified>
</cp:coreProperties>
</file>